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21557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21557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Δ9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215570" w:rsidRPr="0021557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Ο2.Ε51 </w:t>
            </w:r>
            <w:bookmarkStart w:id="0" w:name="_GoBack"/>
            <w:bookmarkEnd w:id="0"/>
            <w:r w:rsidR="00215570" w:rsidRPr="0021557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21557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FE320D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αναφερθούν: Κατασκευαστής, Σειρά, Μοντέλο</w:t>
            </w:r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DF25B3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Εξωτερικός σκληρός δίσκος 2.5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inches</w:t>
            </w:r>
            <w:proofErr w:type="spellEnd"/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DF25B3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Να διαθέτει χωρητικότητα &gt;=4ΤΒ</w:t>
            </w:r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FE320D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διαθέτει </w:t>
            </w:r>
            <w:proofErr w:type="spellStart"/>
            <w:r w:rsidRPr="00FE320D">
              <w:rPr>
                <w:rFonts w:ascii="Arial" w:hAnsi="Arial" w:cs="Arial"/>
                <w:color w:val="000000"/>
                <w:lang w:eastAsia="el-GR"/>
              </w:rPr>
              <w:t>διεπαφή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επικοινωνίας με Η/Υ τύπου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3.2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Gen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 (5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Gbps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), με συμβατότητα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2.0</w:t>
            </w:r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FE320D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είναι συμβατό με λειτουργικό σύστημα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Windows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10+,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Mac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OS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Linux</w:t>
            </w:r>
            <w:proofErr w:type="spellEnd"/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FE320D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τροφοδοτείται μόνο μέσω της σύνδεσης δεδομένων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USB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 με τον Η/Υ, χωρίς επιπλέον εξωτερικό τροφοδοτικό</w:t>
            </w:r>
          </w:p>
        </w:tc>
        <w:tc>
          <w:tcPr>
            <w:tcW w:w="1441" w:type="dxa"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215570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215570" w:rsidRPr="00DF25B3" w:rsidRDefault="00215570" w:rsidP="0021557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5570" w:rsidRPr="00DF25B3" w:rsidRDefault="00215570" w:rsidP="0021557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καλής λειτουργίας &gt;= 3 έτη</w:t>
            </w:r>
          </w:p>
        </w:tc>
        <w:tc>
          <w:tcPr>
            <w:tcW w:w="1441" w:type="dxa"/>
          </w:tcPr>
          <w:p w:rsidR="00215570" w:rsidRPr="00EF62A6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215570" w:rsidRPr="00EF62A6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215570" w:rsidRPr="00EF62A6" w:rsidRDefault="00215570" w:rsidP="0021557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15570"/>
    <w:rsid w:val="002B7ED1"/>
    <w:rsid w:val="002D2965"/>
    <w:rsid w:val="00406FB0"/>
    <w:rsid w:val="004E1264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95A52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2025-09-10T08:26:00Z</dcterms:created>
  <dcterms:modified xsi:type="dcterms:W3CDTF">2025-09-10T08:26:00Z</dcterms:modified>
</cp:coreProperties>
</file>